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9C" w:rsidRDefault="00D2079C" w:rsidP="001B768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MELLÉKLET</w:t>
      </w:r>
    </w:p>
    <w:p w:rsidR="00D2079C" w:rsidRDefault="00D2079C" w:rsidP="001B7686">
      <w:pPr>
        <w:jc w:val="center"/>
        <w:rPr>
          <w:b/>
          <w:bCs/>
          <w:sz w:val="32"/>
          <w:szCs w:val="32"/>
        </w:rPr>
      </w:pPr>
    </w:p>
    <w:p w:rsidR="00D2079C" w:rsidRDefault="00D2079C" w:rsidP="001B7686">
      <w:pPr>
        <w:jc w:val="center"/>
        <w:rPr>
          <w:b/>
          <w:bCs/>
          <w:sz w:val="32"/>
          <w:szCs w:val="32"/>
        </w:rPr>
      </w:pPr>
      <w:r w:rsidRPr="001B7686">
        <w:rPr>
          <w:b/>
          <w:bCs/>
          <w:sz w:val="32"/>
          <w:szCs w:val="32"/>
        </w:rPr>
        <w:t>2011/2012-ben a művelődési házban megvalósult rendezvények, programok</w:t>
      </w:r>
    </w:p>
    <w:p w:rsidR="00D2079C" w:rsidRPr="001B7686" w:rsidRDefault="00D2079C" w:rsidP="001B7686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3"/>
        <w:gridCol w:w="1356"/>
        <w:gridCol w:w="2695"/>
        <w:gridCol w:w="2252"/>
      </w:tblGrid>
      <w:tr w:rsidR="00D2079C">
        <w:tc>
          <w:tcPr>
            <w:tcW w:w="0" w:type="auto"/>
          </w:tcPr>
          <w:p w:rsidR="00D2079C" w:rsidRPr="001B7686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  <w:r w:rsidRPr="001B7686">
              <w:rPr>
                <w:b/>
                <w:bCs/>
                <w:sz w:val="28"/>
                <w:szCs w:val="28"/>
              </w:rPr>
              <w:t>Rendezvény, program</w:t>
            </w:r>
          </w:p>
          <w:p w:rsidR="00D2079C" w:rsidRPr="001B7686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  <w:r w:rsidRPr="001B7686">
              <w:rPr>
                <w:b/>
                <w:bCs/>
                <w:sz w:val="28"/>
                <w:szCs w:val="28"/>
              </w:rPr>
              <w:t>amelyhez helyet biztosított a művelődési ház</w:t>
            </w:r>
          </w:p>
        </w:tc>
        <w:tc>
          <w:tcPr>
            <w:tcW w:w="0" w:type="auto"/>
          </w:tcPr>
          <w:p w:rsidR="00D2079C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2079C" w:rsidRPr="001B7686" w:rsidRDefault="00D2079C" w:rsidP="001B7686">
            <w:pPr>
              <w:rPr>
                <w:b/>
                <w:bCs/>
                <w:sz w:val="28"/>
                <w:szCs w:val="28"/>
              </w:rPr>
            </w:pPr>
            <w:r w:rsidRPr="001B7686">
              <w:rPr>
                <w:b/>
                <w:bCs/>
                <w:sz w:val="28"/>
                <w:szCs w:val="28"/>
              </w:rPr>
              <w:t>Időpont</w:t>
            </w:r>
          </w:p>
        </w:tc>
        <w:tc>
          <w:tcPr>
            <w:tcW w:w="0" w:type="auto"/>
          </w:tcPr>
          <w:p w:rsidR="00D2079C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2079C" w:rsidRPr="001B7686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  <w:r w:rsidRPr="001B7686">
              <w:rPr>
                <w:b/>
                <w:bCs/>
                <w:sz w:val="28"/>
                <w:szCs w:val="28"/>
              </w:rPr>
              <w:t>Felelős</w:t>
            </w:r>
          </w:p>
        </w:tc>
        <w:tc>
          <w:tcPr>
            <w:tcW w:w="0" w:type="auto"/>
          </w:tcPr>
          <w:p w:rsidR="00D2079C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2079C" w:rsidRPr="001B7686" w:rsidRDefault="00D2079C" w:rsidP="001B7686">
            <w:pPr>
              <w:jc w:val="center"/>
              <w:rPr>
                <w:b/>
                <w:bCs/>
                <w:sz w:val="28"/>
                <w:szCs w:val="28"/>
              </w:rPr>
            </w:pPr>
            <w:r w:rsidRPr="001B7686">
              <w:rPr>
                <w:b/>
                <w:bCs/>
                <w:sz w:val="28"/>
                <w:szCs w:val="28"/>
              </w:rPr>
              <w:t>Közreműködött</w:t>
            </w:r>
          </w:p>
        </w:tc>
      </w:tr>
      <w:tr w:rsidR="00D2079C">
        <w:trPr>
          <w:trHeight w:val="1137"/>
        </w:trPr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1. „Egy hajóban evezünk”</w:t>
            </w:r>
          </w:p>
        </w:tc>
        <w:tc>
          <w:tcPr>
            <w:tcW w:w="0" w:type="auto"/>
          </w:tcPr>
          <w:p w:rsidR="00D2079C" w:rsidRDefault="00D2079C">
            <w:r>
              <w:t>2011.09.17.</w:t>
            </w:r>
          </w:p>
        </w:tc>
        <w:tc>
          <w:tcPr>
            <w:tcW w:w="0" w:type="auto"/>
          </w:tcPr>
          <w:p w:rsidR="00D2079C" w:rsidRDefault="00D2079C">
            <w:r>
              <w:t>A 3 egyház,</w:t>
            </w:r>
          </w:p>
          <w:p w:rsidR="00D2079C" w:rsidRDefault="00D2079C">
            <w:r>
              <w:t>Szöllősi Miklós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  <w:p w:rsidR="00D2079C" w:rsidRDefault="00D2079C">
            <w:r>
              <w:t>Major Adrienn</w:t>
            </w:r>
          </w:p>
          <w:p w:rsidR="00D2079C" w:rsidRDefault="00D2079C">
            <w:r>
              <w:t>Puláné Huszár Andrea</w:t>
            </w:r>
          </w:p>
          <w:p w:rsidR="00D2079C" w:rsidRDefault="00D2079C">
            <w:r>
              <w:t>Kelemenné Szmilek Anna</w:t>
            </w:r>
          </w:p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2. Szüreti felvonulás, bál</w:t>
            </w:r>
          </w:p>
        </w:tc>
        <w:tc>
          <w:tcPr>
            <w:tcW w:w="0" w:type="auto"/>
          </w:tcPr>
          <w:p w:rsidR="00D2079C" w:rsidRDefault="00D2079C">
            <w:r>
              <w:t xml:space="preserve">2011.09.24. 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  <w:p w:rsidR="00D2079C" w:rsidRDefault="00D2079C">
            <w:r>
              <w:t>Futballcsapat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 xml:space="preserve">3. Testvér település- </w:t>
            </w:r>
          </w:p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találkozó</w:t>
            </w:r>
          </w:p>
        </w:tc>
        <w:tc>
          <w:tcPr>
            <w:tcW w:w="0" w:type="auto"/>
          </w:tcPr>
          <w:p w:rsidR="00D2079C" w:rsidRDefault="00D2079C">
            <w:r>
              <w:t>2011.10.08.</w:t>
            </w:r>
          </w:p>
        </w:tc>
        <w:tc>
          <w:tcPr>
            <w:tcW w:w="0" w:type="auto"/>
          </w:tcPr>
          <w:p w:rsidR="00D2079C" w:rsidRDefault="00D2079C">
            <w:r>
              <w:t>Képviselő testület,</w:t>
            </w:r>
          </w:p>
          <w:p w:rsidR="00D2079C" w:rsidRDefault="00D2079C">
            <w:r>
              <w:t>Önkormányzat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 xml:space="preserve">4. Krumpli fesztivál </w:t>
            </w:r>
          </w:p>
        </w:tc>
        <w:tc>
          <w:tcPr>
            <w:tcW w:w="0" w:type="auto"/>
          </w:tcPr>
          <w:p w:rsidR="00D2079C" w:rsidRDefault="00D2079C">
            <w:r>
              <w:t>2011.10.09.</w:t>
            </w:r>
          </w:p>
        </w:tc>
        <w:tc>
          <w:tcPr>
            <w:tcW w:w="0" w:type="auto"/>
          </w:tcPr>
          <w:p w:rsidR="00D2079C" w:rsidRDefault="00D2079C">
            <w:r>
              <w:t>Szöllősi Miklós,</w:t>
            </w:r>
          </w:p>
          <w:p w:rsidR="00D2079C" w:rsidRDefault="00D2079C">
            <w:r>
              <w:t>Képviselő testület tagjai és hozzátartozóik</w:t>
            </w:r>
          </w:p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5. Egészségdélután</w:t>
            </w:r>
          </w:p>
        </w:tc>
        <w:tc>
          <w:tcPr>
            <w:tcW w:w="0" w:type="auto"/>
          </w:tcPr>
          <w:p w:rsidR="00D2079C" w:rsidRDefault="00D2079C">
            <w:r>
              <w:t>2011. 10.20</w:t>
            </w:r>
          </w:p>
        </w:tc>
        <w:tc>
          <w:tcPr>
            <w:tcW w:w="0" w:type="auto"/>
          </w:tcPr>
          <w:p w:rsidR="00D2079C" w:rsidRDefault="00D2079C">
            <w:r>
              <w:t>Csillag Sándorné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 xml:space="preserve">6. 56’-os megemlékezés, </w:t>
            </w:r>
          </w:p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ünnepi testületi ülés</w:t>
            </w:r>
          </w:p>
        </w:tc>
        <w:tc>
          <w:tcPr>
            <w:tcW w:w="0" w:type="auto"/>
          </w:tcPr>
          <w:p w:rsidR="00D2079C" w:rsidRDefault="00D2079C">
            <w:r>
              <w:t>2011.10.23.</w:t>
            </w:r>
          </w:p>
        </w:tc>
        <w:tc>
          <w:tcPr>
            <w:tcW w:w="0" w:type="auto"/>
          </w:tcPr>
          <w:p w:rsidR="00D2079C" w:rsidRDefault="00D2079C" w:rsidP="00B7657F">
            <w:r>
              <w:t>Képviselő testület,</w:t>
            </w:r>
          </w:p>
          <w:p w:rsidR="00D2079C" w:rsidRDefault="00D2079C" w:rsidP="00B7657F">
            <w:r>
              <w:t>Önkormányzat,</w:t>
            </w:r>
          </w:p>
          <w:p w:rsidR="00D2079C" w:rsidRDefault="00D2079C" w:rsidP="00B7657F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7. LAN-party</w:t>
            </w:r>
          </w:p>
        </w:tc>
        <w:tc>
          <w:tcPr>
            <w:tcW w:w="0" w:type="auto"/>
          </w:tcPr>
          <w:p w:rsidR="00D2079C" w:rsidRDefault="00D2079C">
            <w:r>
              <w:t>2011.10.29.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8. Filmvetítés: Luther című film</w:t>
            </w:r>
          </w:p>
        </w:tc>
        <w:tc>
          <w:tcPr>
            <w:tcW w:w="0" w:type="auto"/>
          </w:tcPr>
          <w:p w:rsidR="00D2079C" w:rsidRDefault="00D2079C">
            <w:r>
              <w:t>2011.10.30</w:t>
            </w:r>
          </w:p>
        </w:tc>
        <w:tc>
          <w:tcPr>
            <w:tcW w:w="0" w:type="auto"/>
          </w:tcPr>
          <w:p w:rsidR="00D2079C" w:rsidRDefault="00D2079C">
            <w:r>
              <w:t>Evangélikus egyház</w:t>
            </w:r>
          </w:p>
        </w:tc>
        <w:tc>
          <w:tcPr>
            <w:tcW w:w="0" w:type="auto"/>
          </w:tcPr>
          <w:p w:rsidR="00D2079C" w:rsidRDefault="00D2079C" w:rsidP="001B7686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9. Idősek napja</w:t>
            </w:r>
          </w:p>
        </w:tc>
        <w:tc>
          <w:tcPr>
            <w:tcW w:w="0" w:type="auto"/>
          </w:tcPr>
          <w:p w:rsidR="00D2079C" w:rsidRDefault="00D2079C">
            <w:r>
              <w:t>2011.11.12.</w:t>
            </w:r>
          </w:p>
        </w:tc>
        <w:tc>
          <w:tcPr>
            <w:tcW w:w="0" w:type="auto"/>
          </w:tcPr>
          <w:p w:rsidR="00D2079C" w:rsidRDefault="00D2079C" w:rsidP="000D547E">
            <w:r>
              <w:t>Képviselő testület,</w:t>
            </w:r>
          </w:p>
          <w:p w:rsidR="00D2079C" w:rsidRDefault="00D2079C" w:rsidP="000D547E">
            <w:r>
              <w:t>Önkormányzat,</w:t>
            </w:r>
          </w:p>
          <w:p w:rsidR="00D2079C" w:rsidRDefault="00D2079C" w:rsidP="000D547E">
            <w:r>
              <w:t>Csillag Sándorné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10. Óvodai bemutatkozás, virágos csoport</w:t>
            </w:r>
          </w:p>
        </w:tc>
        <w:tc>
          <w:tcPr>
            <w:tcW w:w="0" w:type="auto"/>
          </w:tcPr>
          <w:p w:rsidR="00D2079C" w:rsidRDefault="00D2079C">
            <w:r>
              <w:t>2011.11.17.</w:t>
            </w:r>
          </w:p>
        </w:tc>
        <w:tc>
          <w:tcPr>
            <w:tcW w:w="0" w:type="auto"/>
          </w:tcPr>
          <w:p w:rsidR="00D2079C" w:rsidRDefault="00D2079C">
            <w:r>
              <w:t>Óvoda dolgozói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11. Erzsébet-Katalin bál</w:t>
            </w:r>
          </w:p>
        </w:tc>
        <w:tc>
          <w:tcPr>
            <w:tcW w:w="0" w:type="auto"/>
          </w:tcPr>
          <w:p w:rsidR="00D2079C" w:rsidRDefault="00D2079C">
            <w:r>
              <w:t>2011.11.26.</w:t>
            </w:r>
          </w:p>
        </w:tc>
        <w:tc>
          <w:tcPr>
            <w:tcW w:w="0" w:type="auto"/>
          </w:tcPr>
          <w:p w:rsidR="00D2079C" w:rsidRDefault="00D2079C">
            <w:r>
              <w:t>Iskola szülői munkaközössége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12. Első adventi gyertyagyújtás, kiállítás megnyitó</w:t>
            </w:r>
          </w:p>
        </w:tc>
        <w:tc>
          <w:tcPr>
            <w:tcW w:w="0" w:type="auto"/>
          </w:tcPr>
          <w:p w:rsidR="00D2079C" w:rsidRDefault="00D2079C">
            <w:r>
              <w:t>2011.11.27.</w:t>
            </w:r>
          </w:p>
        </w:tc>
        <w:tc>
          <w:tcPr>
            <w:tcW w:w="0" w:type="auto"/>
          </w:tcPr>
          <w:p w:rsidR="00D2079C" w:rsidRDefault="00D2079C">
            <w:r>
              <w:t>Evangélikus egyház,</w:t>
            </w:r>
          </w:p>
          <w:p w:rsidR="00D2079C" w:rsidRDefault="00D2079C">
            <w:r>
              <w:t>Szöllősi Miklós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13. Második adventi gyertyagyújtás</w:t>
            </w:r>
          </w:p>
        </w:tc>
        <w:tc>
          <w:tcPr>
            <w:tcW w:w="0" w:type="auto"/>
          </w:tcPr>
          <w:p w:rsidR="00D2079C" w:rsidRDefault="00D2079C">
            <w:r>
              <w:t>2011.12.04.</w:t>
            </w:r>
          </w:p>
        </w:tc>
        <w:tc>
          <w:tcPr>
            <w:tcW w:w="0" w:type="auto"/>
          </w:tcPr>
          <w:p w:rsidR="00D2079C" w:rsidRDefault="00D2079C">
            <w:r>
              <w:t>Katolikus egyház Szöllősi Miklós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14. Író-olvasó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B7686">
              <w:rPr>
                <w:b/>
                <w:bCs/>
                <w:i/>
                <w:iCs/>
                <w:sz w:val="28"/>
                <w:szCs w:val="28"/>
              </w:rPr>
              <w:t>találkozó</w:t>
            </w:r>
          </w:p>
        </w:tc>
        <w:tc>
          <w:tcPr>
            <w:tcW w:w="0" w:type="auto"/>
          </w:tcPr>
          <w:p w:rsidR="00D2079C" w:rsidRDefault="00D2079C">
            <w:r>
              <w:t>2011.12.06.</w:t>
            </w:r>
          </w:p>
        </w:tc>
        <w:tc>
          <w:tcPr>
            <w:tcW w:w="0" w:type="auto"/>
          </w:tcPr>
          <w:p w:rsidR="00D2079C" w:rsidRDefault="00D2079C">
            <w:r>
              <w:t>Dr. Sári Andrásné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15. Harmadik adventi gyertyagyújtás</w:t>
            </w:r>
          </w:p>
        </w:tc>
        <w:tc>
          <w:tcPr>
            <w:tcW w:w="0" w:type="auto"/>
          </w:tcPr>
          <w:p w:rsidR="00D2079C" w:rsidRDefault="00D2079C">
            <w:r>
              <w:t>2011.12.11.</w:t>
            </w:r>
          </w:p>
        </w:tc>
        <w:tc>
          <w:tcPr>
            <w:tcW w:w="0" w:type="auto"/>
          </w:tcPr>
          <w:p w:rsidR="00D2079C" w:rsidRDefault="00D2079C">
            <w:r>
              <w:t>Református egyház, Szöllősi Miklós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16. Karácsonyi gálaműsor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B7686">
              <w:rPr>
                <w:b/>
                <w:bCs/>
                <w:i/>
                <w:iCs/>
                <w:sz w:val="28"/>
                <w:szCs w:val="28"/>
              </w:rPr>
              <w:t>- modern tánc</w:t>
            </w:r>
          </w:p>
        </w:tc>
        <w:tc>
          <w:tcPr>
            <w:tcW w:w="0" w:type="auto"/>
          </w:tcPr>
          <w:p w:rsidR="00D2079C" w:rsidRDefault="00D2079C">
            <w:r>
              <w:t>2011.12.15.</w:t>
            </w:r>
          </w:p>
        </w:tc>
        <w:tc>
          <w:tcPr>
            <w:tcW w:w="0" w:type="auto"/>
          </w:tcPr>
          <w:p w:rsidR="00D2079C" w:rsidRDefault="00D2079C">
            <w:r>
              <w:t>Mészáros Szabina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17. Negyedik adventi gyertyagyújtás</w:t>
            </w:r>
          </w:p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Falukarácsony</w:t>
            </w:r>
          </w:p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Fenyőfa-mézeskalács kiállítás</w:t>
            </w:r>
          </w:p>
        </w:tc>
        <w:tc>
          <w:tcPr>
            <w:tcW w:w="0" w:type="auto"/>
          </w:tcPr>
          <w:p w:rsidR="00D2079C" w:rsidRDefault="00D2079C">
            <w:r>
              <w:t>2011.12.18.</w:t>
            </w:r>
          </w:p>
        </w:tc>
        <w:tc>
          <w:tcPr>
            <w:tcW w:w="0" w:type="auto"/>
          </w:tcPr>
          <w:p w:rsidR="00D2079C" w:rsidRDefault="00D2079C">
            <w:r>
              <w:t>3 egyház</w:t>
            </w:r>
          </w:p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18. Házi modern táncverseny</w:t>
            </w:r>
          </w:p>
        </w:tc>
        <w:tc>
          <w:tcPr>
            <w:tcW w:w="0" w:type="auto"/>
          </w:tcPr>
          <w:p w:rsidR="00D2079C" w:rsidRDefault="00D2079C">
            <w:r>
              <w:t>2012.02.06.</w:t>
            </w:r>
          </w:p>
        </w:tc>
        <w:tc>
          <w:tcPr>
            <w:tcW w:w="0" w:type="auto"/>
          </w:tcPr>
          <w:p w:rsidR="00D2079C" w:rsidRDefault="00D2079C">
            <w:r>
              <w:t>Mészáros Szabina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19. Községi farsang</w:t>
            </w:r>
          </w:p>
        </w:tc>
        <w:tc>
          <w:tcPr>
            <w:tcW w:w="0" w:type="auto"/>
          </w:tcPr>
          <w:p w:rsidR="00D2079C" w:rsidRDefault="00D2079C">
            <w:r>
              <w:t>2012.02.18.</w:t>
            </w:r>
          </w:p>
        </w:tc>
        <w:tc>
          <w:tcPr>
            <w:tcW w:w="0" w:type="auto"/>
          </w:tcPr>
          <w:p w:rsidR="00D2079C" w:rsidRDefault="00D2079C">
            <w:r>
              <w:t>Szöllősi Miklós,</w:t>
            </w:r>
          </w:p>
          <w:p w:rsidR="00D2079C" w:rsidRDefault="00D2079C">
            <w:r>
              <w:t>Vas Etel, Vucsicsné Kanyó Magdolna, Csillag Sándorné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20. Borverseny</w:t>
            </w:r>
          </w:p>
        </w:tc>
        <w:tc>
          <w:tcPr>
            <w:tcW w:w="0" w:type="auto"/>
          </w:tcPr>
          <w:p w:rsidR="00D2079C" w:rsidRDefault="00D2079C">
            <w:r>
              <w:t>2012.02.25.</w:t>
            </w:r>
          </w:p>
        </w:tc>
        <w:tc>
          <w:tcPr>
            <w:tcW w:w="0" w:type="auto"/>
          </w:tcPr>
          <w:p w:rsidR="00D2079C" w:rsidRDefault="00D2079C">
            <w:r>
              <w:t>Borbarát kör tagjai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21. Filmvetítés</w:t>
            </w:r>
          </w:p>
        </w:tc>
        <w:tc>
          <w:tcPr>
            <w:tcW w:w="0" w:type="auto"/>
          </w:tcPr>
          <w:p w:rsidR="00D2079C" w:rsidRDefault="00D2079C">
            <w:r>
              <w:t>2012.03.04.</w:t>
            </w:r>
          </w:p>
        </w:tc>
        <w:tc>
          <w:tcPr>
            <w:tcW w:w="0" w:type="auto"/>
          </w:tcPr>
          <w:p w:rsidR="00D2079C" w:rsidRDefault="00D2079C">
            <w:r>
              <w:t>Természetjáró szakosztály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22. Ovibál</w:t>
            </w:r>
          </w:p>
        </w:tc>
        <w:tc>
          <w:tcPr>
            <w:tcW w:w="0" w:type="auto"/>
          </w:tcPr>
          <w:p w:rsidR="00D2079C" w:rsidRDefault="00D2079C">
            <w:r>
              <w:t>2012.03.10.</w:t>
            </w:r>
          </w:p>
        </w:tc>
        <w:tc>
          <w:tcPr>
            <w:tcW w:w="0" w:type="auto"/>
          </w:tcPr>
          <w:p w:rsidR="00D2079C" w:rsidRDefault="00D2079C">
            <w:r>
              <w:t xml:space="preserve">Óvoda szülői munkaközössége 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23. Március 15-ei ünnepség</w:t>
            </w:r>
          </w:p>
        </w:tc>
        <w:tc>
          <w:tcPr>
            <w:tcW w:w="0" w:type="auto"/>
          </w:tcPr>
          <w:p w:rsidR="00D2079C" w:rsidRDefault="00D2079C">
            <w:r>
              <w:t>2012.03.15.</w:t>
            </w:r>
          </w:p>
        </w:tc>
        <w:tc>
          <w:tcPr>
            <w:tcW w:w="0" w:type="auto"/>
          </w:tcPr>
          <w:p w:rsidR="00D2079C" w:rsidRDefault="00D2079C">
            <w:r>
              <w:t xml:space="preserve">Önkormányzat, </w:t>
            </w:r>
          </w:p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24. Ökumenikus alkalom, húsvéti együttlét</w:t>
            </w:r>
          </w:p>
        </w:tc>
        <w:tc>
          <w:tcPr>
            <w:tcW w:w="0" w:type="auto"/>
          </w:tcPr>
          <w:p w:rsidR="00D2079C" w:rsidRDefault="00D2079C">
            <w:r>
              <w:t>2012.04.09.</w:t>
            </w:r>
          </w:p>
        </w:tc>
        <w:tc>
          <w:tcPr>
            <w:tcW w:w="0" w:type="auto"/>
          </w:tcPr>
          <w:p w:rsidR="00D2079C" w:rsidRDefault="00D2079C">
            <w:r>
              <w:t>3 egyház</w:t>
            </w:r>
          </w:p>
          <w:p w:rsidR="00D2079C" w:rsidRDefault="00D2079C">
            <w:r>
              <w:t>Szöllősi Miklós,</w:t>
            </w:r>
          </w:p>
          <w:p w:rsidR="00D2079C" w:rsidRDefault="00D2079C">
            <w:r>
              <w:t xml:space="preserve">Csonka Béla, Csonka Béláné </w:t>
            </w:r>
          </w:p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25. Szűcs János, helytörténet kutató előadása</w:t>
            </w:r>
          </w:p>
        </w:tc>
        <w:tc>
          <w:tcPr>
            <w:tcW w:w="0" w:type="auto"/>
          </w:tcPr>
          <w:p w:rsidR="00D2079C" w:rsidRDefault="00D2079C">
            <w:r>
              <w:t>2012.04.17.</w:t>
            </w:r>
          </w:p>
        </w:tc>
        <w:tc>
          <w:tcPr>
            <w:tcW w:w="0" w:type="auto"/>
          </w:tcPr>
          <w:p w:rsidR="00D2079C" w:rsidRDefault="00D2079C">
            <w:r>
              <w:t>Vas Etel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26. Tánctalálkozó</w:t>
            </w:r>
          </w:p>
        </w:tc>
        <w:tc>
          <w:tcPr>
            <w:tcW w:w="0" w:type="auto"/>
          </w:tcPr>
          <w:p w:rsidR="00D2079C" w:rsidRDefault="00D2079C">
            <w:r>
              <w:t>2012.04.27.</w:t>
            </w:r>
          </w:p>
        </w:tc>
        <w:tc>
          <w:tcPr>
            <w:tcW w:w="0" w:type="auto"/>
          </w:tcPr>
          <w:p w:rsidR="00D2079C" w:rsidRDefault="00D2079C">
            <w:r>
              <w:t>Mészáros Szabina</w:t>
            </w:r>
          </w:p>
          <w:p w:rsidR="00D2079C" w:rsidRDefault="00D2079C"/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27. Kortalanok klubja-</w:t>
            </w:r>
          </w:p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blues est - fotókiállítás</w:t>
            </w:r>
          </w:p>
        </w:tc>
        <w:tc>
          <w:tcPr>
            <w:tcW w:w="0" w:type="auto"/>
          </w:tcPr>
          <w:p w:rsidR="00D2079C" w:rsidRDefault="00D2079C">
            <w:r>
              <w:t>2012.04.28.</w:t>
            </w:r>
          </w:p>
        </w:tc>
        <w:tc>
          <w:tcPr>
            <w:tcW w:w="0" w:type="auto"/>
          </w:tcPr>
          <w:p w:rsidR="00D2079C" w:rsidRDefault="00D2079C">
            <w:r>
              <w:t>Kortalanok klubjának tagjai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28. Májfaállítás</w:t>
            </w:r>
          </w:p>
        </w:tc>
        <w:tc>
          <w:tcPr>
            <w:tcW w:w="0" w:type="auto"/>
          </w:tcPr>
          <w:p w:rsidR="00D2079C" w:rsidRDefault="00D2079C">
            <w:r>
              <w:t>2012.04.30.</w:t>
            </w:r>
          </w:p>
        </w:tc>
        <w:tc>
          <w:tcPr>
            <w:tcW w:w="0" w:type="auto"/>
          </w:tcPr>
          <w:p w:rsidR="00D2079C" w:rsidRDefault="00D2079C">
            <w:r>
              <w:t>Képviselő testület tagjai,</w:t>
            </w:r>
          </w:p>
          <w:p w:rsidR="00D2079C" w:rsidRDefault="00D2079C">
            <w:r>
              <w:t>ÁMK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29. Kora esti jazz esték</w:t>
            </w:r>
          </w:p>
        </w:tc>
        <w:tc>
          <w:tcPr>
            <w:tcW w:w="0" w:type="auto"/>
          </w:tcPr>
          <w:p w:rsidR="00D2079C" w:rsidRDefault="00D2079C">
            <w:r>
              <w:t>2012.05.25.</w:t>
            </w:r>
          </w:p>
        </w:tc>
        <w:tc>
          <w:tcPr>
            <w:tcW w:w="0" w:type="auto"/>
          </w:tcPr>
          <w:p w:rsidR="00D2079C" w:rsidRDefault="00D2079C">
            <w:r>
              <w:t>Kortalanok klubjának tagjai</w:t>
            </w:r>
          </w:p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30. Gyermeknap, májfadöntés</w:t>
            </w:r>
          </w:p>
        </w:tc>
        <w:tc>
          <w:tcPr>
            <w:tcW w:w="0" w:type="auto"/>
          </w:tcPr>
          <w:p w:rsidR="00D2079C" w:rsidRDefault="00D2079C">
            <w:r>
              <w:t>2012.05.27.</w:t>
            </w:r>
          </w:p>
        </w:tc>
        <w:tc>
          <w:tcPr>
            <w:tcW w:w="0" w:type="auto"/>
          </w:tcPr>
          <w:p w:rsidR="00D2079C" w:rsidRDefault="00D2079C" w:rsidP="00963522">
            <w:r>
              <w:t xml:space="preserve">Önkormányzat, </w:t>
            </w:r>
          </w:p>
          <w:p w:rsidR="00D2079C" w:rsidRDefault="00D2079C" w:rsidP="00963522">
            <w:r>
              <w:t>ÁMK,</w:t>
            </w:r>
          </w:p>
          <w:p w:rsidR="00D2079C" w:rsidRDefault="00D2079C" w:rsidP="00963522">
            <w:r>
              <w:t>Képviselő testület tagjai és hozzátartozóik</w:t>
            </w:r>
          </w:p>
        </w:tc>
        <w:tc>
          <w:tcPr>
            <w:tcW w:w="0" w:type="auto"/>
          </w:tcPr>
          <w:p w:rsidR="00D2079C" w:rsidRDefault="00D2079C"/>
        </w:tc>
      </w:tr>
      <w:tr w:rsidR="00D2079C">
        <w:tc>
          <w:tcPr>
            <w:tcW w:w="0" w:type="auto"/>
          </w:tcPr>
          <w:p w:rsidR="00D2079C" w:rsidRPr="001B7686" w:rsidRDefault="00D2079C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1B7686">
              <w:rPr>
                <w:b/>
                <w:bCs/>
                <w:i/>
                <w:iCs/>
                <w:sz w:val="28"/>
                <w:szCs w:val="28"/>
              </w:rPr>
              <w:t>31. Modern tánc háziverseny</w:t>
            </w:r>
          </w:p>
        </w:tc>
        <w:tc>
          <w:tcPr>
            <w:tcW w:w="0" w:type="auto"/>
          </w:tcPr>
          <w:p w:rsidR="00D2079C" w:rsidRDefault="00D2079C">
            <w:r>
              <w:t>2012.06.11.</w:t>
            </w:r>
          </w:p>
        </w:tc>
        <w:tc>
          <w:tcPr>
            <w:tcW w:w="0" w:type="auto"/>
          </w:tcPr>
          <w:p w:rsidR="00D2079C" w:rsidRDefault="00D2079C" w:rsidP="00963522">
            <w:r>
              <w:t>Mészáros Szabina</w:t>
            </w:r>
          </w:p>
          <w:p w:rsidR="00D2079C" w:rsidRDefault="00D2079C" w:rsidP="00963522"/>
        </w:tc>
        <w:tc>
          <w:tcPr>
            <w:tcW w:w="0" w:type="auto"/>
          </w:tcPr>
          <w:p w:rsidR="00D2079C" w:rsidRDefault="00D2079C">
            <w:r>
              <w:t>ÁMK</w:t>
            </w:r>
          </w:p>
        </w:tc>
      </w:tr>
    </w:tbl>
    <w:p w:rsidR="00D2079C" w:rsidRDefault="00D2079C" w:rsidP="00BA62A3"/>
    <w:sectPr w:rsidR="00D2079C" w:rsidSect="00C62A54">
      <w:footerReference w:type="default" r:id="rId6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9C" w:rsidRDefault="00D2079C" w:rsidP="00945A15">
      <w:r>
        <w:separator/>
      </w:r>
    </w:p>
  </w:endnote>
  <w:endnote w:type="continuationSeparator" w:id="0">
    <w:p w:rsidR="00D2079C" w:rsidRDefault="00D2079C" w:rsidP="00945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79C" w:rsidRDefault="00D2079C">
    <w:pPr>
      <w:pStyle w:val="Footer"/>
    </w:pPr>
    <w:r>
      <w:tab/>
    </w:r>
    <w:fldSimple w:instr=" PAGE   \* MERGEFORMAT ">
      <w:r>
        <w:rPr>
          <w:noProof/>
        </w:rPr>
        <w:t>1</w:t>
      </w:r>
    </w:fldSimple>
  </w:p>
  <w:p w:rsidR="00D2079C" w:rsidRDefault="00D207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9C" w:rsidRDefault="00D2079C" w:rsidP="00945A15">
      <w:r>
        <w:separator/>
      </w:r>
    </w:p>
  </w:footnote>
  <w:footnote w:type="continuationSeparator" w:id="0">
    <w:p w:rsidR="00D2079C" w:rsidRDefault="00D2079C" w:rsidP="00945A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22B"/>
    <w:rsid w:val="00012D1D"/>
    <w:rsid w:val="000D122B"/>
    <w:rsid w:val="000D547E"/>
    <w:rsid w:val="001B7686"/>
    <w:rsid w:val="00265B19"/>
    <w:rsid w:val="0030536F"/>
    <w:rsid w:val="003534CF"/>
    <w:rsid w:val="0036484E"/>
    <w:rsid w:val="00372FA5"/>
    <w:rsid w:val="003802BD"/>
    <w:rsid w:val="003955E2"/>
    <w:rsid w:val="006B49C1"/>
    <w:rsid w:val="007772E0"/>
    <w:rsid w:val="0087593D"/>
    <w:rsid w:val="00945A15"/>
    <w:rsid w:val="00963522"/>
    <w:rsid w:val="00A32B2B"/>
    <w:rsid w:val="00B7657F"/>
    <w:rsid w:val="00B82FD2"/>
    <w:rsid w:val="00BA62A3"/>
    <w:rsid w:val="00BE3609"/>
    <w:rsid w:val="00C24C6F"/>
    <w:rsid w:val="00C62A54"/>
    <w:rsid w:val="00D2079C"/>
    <w:rsid w:val="00E0479A"/>
    <w:rsid w:val="00E41C74"/>
    <w:rsid w:val="00F3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C7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D12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45A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A1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45A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A1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327</Words>
  <Characters>2257</Characters>
  <Application>Microsoft Office Outlook</Application>
  <DocSecurity>0</DocSecurity>
  <Lines>0</Lines>
  <Paragraphs>0</Paragraphs>
  <ScaleCrop>false</ScaleCrop>
  <Company>László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2011/2012-ben  a művelődési házban megvalósult rendezvények, programok</dc:title>
  <dc:subject/>
  <dc:creator>Pula</dc:creator>
  <cp:keywords/>
  <dc:description/>
  <cp:lastModifiedBy>user</cp:lastModifiedBy>
  <cp:revision>4</cp:revision>
  <dcterms:created xsi:type="dcterms:W3CDTF">2012-06-18T11:34:00Z</dcterms:created>
  <dcterms:modified xsi:type="dcterms:W3CDTF">2012-06-18T12:06:00Z</dcterms:modified>
</cp:coreProperties>
</file>